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BDE32" w14:textId="13CBD899" w:rsidR="00451811" w:rsidRPr="00451811" w:rsidRDefault="00A94A20">
      <w:pPr>
        <w:rPr>
          <w:rFonts w:ascii="HG丸ｺﾞｼｯｸM-PRO" w:eastAsia="HG丸ｺﾞｼｯｸM-PRO" w:hAnsi="HG丸ｺﾞｼｯｸM-PRO"/>
          <w:sz w:val="28"/>
          <w:bdr w:val="single" w:sz="4" w:space="0" w:color="auto"/>
        </w:rPr>
      </w:pPr>
      <w:r>
        <w:rPr>
          <w:rFonts w:ascii="HG丸ｺﾞｼｯｸM-PRO" w:eastAsia="HG丸ｺﾞｼｯｸM-PRO" w:hAnsi="HG丸ｺﾞｼｯｸM-PRO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BBA092" wp14:editId="6F0BC333">
                <wp:simplePos x="0" y="0"/>
                <wp:positionH relativeFrom="column">
                  <wp:posOffset>4243070</wp:posOffset>
                </wp:positionH>
                <wp:positionV relativeFrom="paragraph">
                  <wp:posOffset>-377190</wp:posOffset>
                </wp:positionV>
                <wp:extent cx="1409700" cy="349250"/>
                <wp:effectExtent l="0" t="0" r="19050" b="127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7FED98" w14:textId="78A67B97" w:rsidR="00EB271D" w:rsidRDefault="00EB271D">
                            <w:r>
                              <w:rPr>
                                <w:rFonts w:hint="eastAsia"/>
                              </w:rPr>
                              <w:t>小学校</w:t>
                            </w:r>
                            <w:r w:rsidR="001B717F">
                              <w:rPr>
                                <w:rFonts w:hint="eastAsia"/>
                              </w:rPr>
                              <w:t>１</w:t>
                            </w:r>
                            <w:r>
                              <w:t xml:space="preserve">年　</w:t>
                            </w:r>
                            <w:r>
                              <w:rPr>
                                <w:rFonts w:hint="eastAsia"/>
                              </w:rPr>
                              <w:t>算数</w:t>
                            </w:r>
                            <w:r w:rsidR="00E57D24">
                              <w:rPr>
                                <w:rFonts w:hint="eastAsia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EBBA09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4.1pt;margin-top:-29.7pt;width:111pt;height:27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" fillcolor="white [3201]" strokeweight=".5pt">
                <v:textbox>
                  <w:txbxContent>
                    <w:p w14:paraId="467FED98" w14:textId="78A67B97" w:rsidR="00EB271D" w:rsidRDefault="00EB271D">
                      <w:r>
                        <w:rPr>
                          <w:rFonts w:hint="eastAsia"/>
                        </w:rPr>
                        <w:t>小学校</w:t>
                      </w:r>
                      <w:r w:rsidR="001B717F">
                        <w:rPr>
                          <w:rFonts w:hint="eastAsia"/>
                        </w:rPr>
                        <w:t>１</w:t>
                      </w:r>
                      <w:r>
                        <w:t xml:space="preserve">年　</w:t>
                      </w:r>
                      <w:r>
                        <w:rPr>
                          <w:rFonts w:hint="eastAsia"/>
                        </w:rPr>
                        <w:t>算数</w:t>
                      </w:r>
                      <w:r w:rsidR="00E57D24">
                        <w:rPr>
                          <w:rFonts w:hint="eastAsia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  <w:r w:rsidR="00832D57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１</w:t>
      </w:r>
      <w:r w:rsidR="001B717F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ねん</w:t>
      </w:r>
      <w:r w:rsidR="00451811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 xml:space="preserve">　</w:t>
      </w:r>
      <w:proofErr w:type="gramStart"/>
      <w:r w:rsidR="00451811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さん</w:t>
      </w:r>
      <w:proofErr w:type="gramEnd"/>
      <w:r w:rsidR="00451811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すう</w:t>
      </w:r>
      <w:r w:rsidR="008F2D23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 xml:space="preserve">　</w:t>
      </w:r>
      <w:r w:rsidR="00375B16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「</w:t>
      </w:r>
      <w:r w:rsidR="001B717F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かずとすうじ」</w:t>
      </w:r>
      <w:r w:rsidR="00E57D24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⑤</w:t>
      </w:r>
    </w:p>
    <w:p w14:paraId="66D7F1A3" w14:textId="77777777" w:rsidR="00451811" w:rsidRDefault="001B717F" w:rsidP="00451811">
      <w:pPr>
        <w:wordWrap w:val="0"/>
        <w:jc w:val="right"/>
        <w:rPr>
          <w:rFonts w:ascii="HG丸ｺﾞｼｯｸM-PRO" w:eastAsia="HG丸ｺﾞｼｯｸM-PRO" w:hAnsi="HG丸ｺﾞｼｯｸM-PRO"/>
          <w:sz w:val="28"/>
          <w:u w:val="single"/>
        </w:rPr>
      </w:pPr>
      <w:r>
        <w:rPr>
          <w:rFonts w:ascii="HG丸ｺﾞｼｯｸM-PRO" w:eastAsia="HG丸ｺﾞｼｯｸM-PRO" w:hAnsi="HG丸ｺﾞｼｯｸM-PRO" w:hint="eastAsia"/>
          <w:sz w:val="28"/>
          <w:u w:val="single"/>
        </w:rPr>
        <w:t>な</w:t>
      </w:r>
      <w:r w:rsidR="00451811">
        <w:rPr>
          <w:rFonts w:ascii="HG丸ｺﾞｼｯｸM-PRO" w:eastAsia="HG丸ｺﾞｼｯｸM-PRO" w:hAnsi="HG丸ｺﾞｼｯｸM-PRO" w:hint="eastAsia"/>
          <w:sz w:val="28"/>
          <w:u w:val="single"/>
        </w:rPr>
        <w:t xml:space="preserve">まえ：　　　　　　　　　　　　　</w:t>
      </w:r>
    </w:p>
    <w:p w14:paraId="055DF361" w14:textId="39A56698" w:rsidR="00037A7B" w:rsidRPr="00037A7B" w:rsidRDefault="00037A7B" w:rsidP="00037A7B">
      <w:pPr>
        <w:ind w:right="280"/>
        <w:jc w:val="left"/>
        <w:rPr>
          <w:rFonts w:ascii="HG丸ｺﾞｼｯｸM-PRO" w:eastAsia="HG丸ｺﾞｼｯｸM-PRO" w:hAnsi="HG丸ｺﾞｼｯｸM-PRO"/>
          <w:sz w:val="28"/>
        </w:rPr>
      </w:pPr>
      <w:r w:rsidRPr="00037A7B">
        <w:rPr>
          <w:rFonts w:ascii="HG丸ｺﾞｼｯｸM-PRO" w:eastAsia="HG丸ｺﾞｼｯｸM-PRO" w:hAnsi="HG丸ｺﾞｼｯｸM-PRO" w:hint="eastAsia"/>
          <w:sz w:val="28"/>
        </w:rPr>
        <w:t>きょうか</w:t>
      </w:r>
      <w:proofErr w:type="gramStart"/>
      <w:r w:rsidRPr="00037A7B">
        <w:rPr>
          <w:rFonts w:ascii="HG丸ｺﾞｼｯｸM-PRO" w:eastAsia="HG丸ｺﾞｼｯｸM-PRO" w:hAnsi="HG丸ｺﾞｼｯｸM-PRO" w:hint="eastAsia"/>
          <w:sz w:val="28"/>
        </w:rPr>
        <w:t>しょ</w:t>
      </w:r>
      <w:r>
        <w:rPr>
          <w:rFonts w:ascii="HG丸ｺﾞｼｯｸM-PRO" w:eastAsia="HG丸ｺﾞｼｯｸM-PRO" w:hAnsi="HG丸ｺﾞｼｯｸM-PRO" w:hint="eastAsia"/>
          <w:sz w:val="28"/>
        </w:rPr>
        <w:t>の</w:t>
      </w:r>
      <w:proofErr w:type="gramEnd"/>
      <w:r>
        <w:rPr>
          <w:rFonts w:ascii="HG丸ｺﾞｼｯｸM-PRO" w:eastAsia="HG丸ｺﾞｼｯｸM-PRO" w:hAnsi="HG丸ｺﾞｼｯｸM-PRO" w:hint="eastAsia"/>
          <w:sz w:val="28"/>
        </w:rPr>
        <w:t xml:space="preserve">　</w:t>
      </w:r>
      <w:r w:rsidRPr="00037A7B">
        <w:rPr>
          <w:rFonts w:ascii="HG丸ｺﾞｼｯｸM-PRO" w:eastAsia="HG丸ｺﾞｼｯｸM-PRO" w:hAnsi="HG丸ｺﾞｼｯｸM-PRO" w:hint="eastAsia"/>
          <w:sz w:val="28"/>
        </w:rPr>
        <w:t>１</w:t>
      </w:r>
      <w:r w:rsidR="00E57D24">
        <w:rPr>
          <w:rFonts w:ascii="HG丸ｺﾞｼｯｸM-PRO" w:eastAsia="HG丸ｺﾞｼｯｸM-PRO" w:hAnsi="HG丸ｺﾞｼｯｸM-PRO" w:hint="eastAsia"/>
          <w:sz w:val="28"/>
        </w:rPr>
        <w:t>６</w:t>
      </w:r>
      <w:r w:rsidRPr="00037A7B">
        <w:rPr>
          <w:rFonts w:ascii="HG丸ｺﾞｼｯｸM-PRO" w:eastAsia="HG丸ｺﾞｼｯｸM-PRO" w:hAnsi="HG丸ｺﾞｼｯｸM-PRO" w:hint="eastAsia"/>
          <w:sz w:val="28"/>
        </w:rPr>
        <w:t>ぺー</w:t>
      </w:r>
      <w:proofErr w:type="gramStart"/>
      <w:r w:rsidRPr="00037A7B">
        <w:rPr>
          <w:rFonts w:ascii="HG丸ｺﾞｼｯｸM-PRO" w:eastAsia="HG丸ｺﾞｼｯｸM-PRO" w:hAnsi="HG丸ｺﾞｼｯｸM-PRO" w:hint="eastAsia"/>
          <w:sz w:val="28"/>
        </w:rPr>
        <w:t>じ</w:t>
      </w:r>
      <w:proofErr w:type="gramEnd"/>
      <w:r>
        <w:rPr>
          <w:rFonts w:ascii="HG丸ｺﾞｼｯｸM-PRO" w:eastAsia="HG丸ｺﾞｼｯｸM-PRO" w:hAnsi="HG丸ｺﾞｼｯｸM-PRO" w:hint="eastAsia"/>
          <w:sz w:val="28"/>
        </w:rPr>
        <w:t>を　みましょう。</w:t>
      </w:r>
    </w:p>
    <w:tbl>
      <w:tblPr>
        <w:tblStyle w:val="a9"/>
        <w:tblW w:w="9259" w:type="dxa"/>
        <w:tblLook w:val="04A0" w:firstRow="1" w:lastRow="0" w:firstColumn="1" w:lastColumn="0" w:noHBand="0" w:noVBand="1"/>
      </w:tblPr>
      <w:tblGrid>
        <w:gridCol w:w="9259"/>
      </w:tblGrid>
      <w:tr w:rsidR="008F2D23" w:rsidRPr="001B717F" w14:paraId="5D794829" w14:textId="77777777" w:rsidTr="00C62B52">
        <w:trPr>
          <w:trHeight w:val="651"/>
        </w:trPr>
        <w:tc>
          <w:tcPr>
            <w:tcW w:w="92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4E78B4" w14:textId="3C8F243E" w:rsidR="00C62B52" w:rsidRPr="00C62B52" w:rsidRDefault="00C62B52" w:rsidP="00C62B52">
            <w:pPr>
              <w:spacing w:line="56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◎</w:t>
            </w:r>
            <w:r w:rsidRPr="00C62B52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 w:rsidR="00E57D24">
              <w:rPr>
                <w:rFonts w:ascii="HG丸ｺﾞｼｯｸM-PRO" w:eastAsia="HG丸ｺﾞｼｯｸM-PRO" w:hAnsi="HG丸ｺﾞｼｯｸM-PRO" w:hint="eastAsia"/>
                <w:sz w:val="28"/>
              </w:rPr>
              <w:t>ぶろっくの　かずを　かぞえて　すうじを　かきましょう。</w:t>
            </w:r>
          </w:p>
        </w:tc>
      </w:tr>
    </w:tbl>
    <w:p w14:paraId="10D244A2" w14:textId="77777777" w:rsidR="00C62B52" w:rsidRDefault="00C62B52" w:rsidP="001B717F">
      <w:pPr>
        <w:rPr>
          <w:rFonts w:ascii="HG丸ｺﾞｼｯｸM-PRO" w:eastAsia="HG丸ｺﾞｼｯｸM-PRO" w:hAnsi="HG丸ｺﾞｼｯｸM-PRO"/>
          <w:sz w:val="22"/>
        </w:rPr>
      </w:pPr>
    </w:p>
    <w:p w14:paraId="2598B407" w14:textId="77777777" w:rsidR="00037A7B" w:rsidRPr="00037A7B" w:rsidRDefault="00037A7B" w:rsidP="001B717F">
      <w:pPr>
        <w:rPr>
          <w:rFonts w:ascii="HG丸ｺﾞｼｯｸM-PRO" w:eastAsia="HG丸ｺﾞｼｯｸM-PRO" w:hAnsi="HG丸ｺﾞｼｯｸM-PRO"/>
          <w:sz w:val="22"/>
        </w:rPr>
      </w:pPr>
    </w:p>
    <w:tbl>
      <w:tblPr>
        <w:tblStyle w:val="a9"/>
        <w:tblW w:w="9259" w:type="dxa"/>
        <w:tblLook w:val="04A0" w:firstRow="1" w:lastRow="0" w:firstColumn="1" w:lastColumn="0" w:noHBand="0" w:noVBand="1"/>
      </w:tblPr>
      <w:tblGrid>
        <w:gridCol w:w="9259"/>
      </w:tblGrid>
      <w:tr w:rsidR="00037A7B" w:rsidRPr="00C62B52" w14:paraId="0CE76559" w14:textId="77777777" w:rsidTr="00037A7B">
        <w:trPr>
          <w:trHeight w:val="651"/>
        </w:trPr>
        <w:tc>
          <w:tcPr>
            <w:tcW w:w="92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E3F492E" w14:textId="0E411145" w:rsidR="00037A7B" w:rsidRPr="00037A7B" w:rsidRDefault="00037A7B" w:rsidP="00037A7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◎</w:t>
            </w:r>
            <w:r w:rsidRPr="00C62B52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 w:rsidR="00E57D24">
              <w:rPr>
                <w:rFonts w:ascii="HG丸ｺﾞｼｯｸM-PRO" w:eastAsia="HG丸ｺﾞｼｯｸM-PRO" w:hAnsi="HG丸ｺﾞｼｯｸM-PRO" w:hint="eastAsia"/>
                <w:sz w:val="28"/>
              </w:rPr>
              <w:t>すうじと　おなじかずだけ　ぶ</w:t>
            </w:r>
            <w:bookmarkStart w:id="0" w:name="_GoBack"/>
            <w:bookmarkEnd w:id="0"/>
            <w:r w:rsidR="00E57D24">
              <w:rPr>
                <w:rFonts w:ascii="HG丸ｺﾞｼｯｸM-PRO" w:eastAsia="HG丸ｺﾞｼｯｸM-PRO" w:hAnsi="HG丸ｺﾞｼｯｸM-PRO" w:hint="eastAsia"/>
                <w:sz w:val="28"/>
              </w:rPr>
              <w:t>ろっくを　ならべましょう。</w:t>
            </w:r>
          </w:p>
        </w:tc>
      </w:tr>
    </w:tbl>
    <w:p w14:paraId="2427AFB8" w14:textId="42C43783" w:rsidR="00037A7B" w:rsidRPr="00471342" w:rsidRDefault="00037A7B" w:rsidP="001B717F">
      <w:pPr>
        <w:rPr>
          <w:rFonts w:ascii="HG丸ｺﾞｼｯｸM-PRO" w:eastAsia="HG丸ｺﾞｼｯｸM-PRO" w:hAnsi="HG丸ｺﾞｼｯｸM-PRO"/>
          <w:sz w:val="22"/>
        </w:rPr>
      </w:pPr>
    </w:p>
    <w:p w14:paraId="47C84881" w14:textId="6FA45DB6" w:rsidR="00471342" w:rsidRDefault="00E57D24" w:rsidP="001B717F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 xml:space="preserve">　１</w:t>
      </w:r>
    </w:p>
    <w:p w14:paraId="468C7457" w14:textId="6A2D8717" w:rsidR="00E57D24" w:rsidRDefault="00E57D24" w:rsidP="001B717F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 xml:space="preserve">　２</w:t>
      </w:r>
    </w:p>
    <w:p w14:paraId="20790296" w14:textId="61328537" w:rsidR="00E57D24" w:rsidRDefault="00E57D24" w:rsidP="001B717F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 xml:space="preserve">　３</w:t>
      </w:r>
    </w:p>
    <w:p w14:paraId="06F6855C" w14:textId="5D6AB1C4" w:rsidR="00E57D24" w:rsidRDefault="00E57D24" w:rsidP="001B717F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 xml:space="preserve">　４</w:t>
      </w:r>
    </w:p>
    <w:p w14:paraId="0A204929" w14:textId="1B927A4E" w:rsidR="00E57D24" w:rsidRDefault="00E57D24" w:rsidP="001B717F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 xml:space="preserve">　５</w:t>
      </w:r>
    </w:p>
    <w:p w14:paraId="69C2C9EE" w14:textId="33213246" w:rsidR="00E57D24" w:rsidRDefault="00E57D24" w:rsidP="001B717F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 xml:space="preserve">　６</w:t>
      </w:r>
    </w:p>
    <w:p w14:paraId="7D9B3CAE" w14:textId="04FE842C" w:rsidR="00E57D24" w:rsidRDefault="00E57D24" w:rsidP="001B717F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 xml:space="preserve">　７</w:t>
      </w:r>
    </w:p>
    <w:p w14:paraId="39B0D965" w14:textId="79D895FA" w:rsidR="00E57D24" w:rsidRDefault="00E57D24" w:rsidP="001B717F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 xml:space="preserve">　８</w:t>
      </w:r>
    </w:p>
    <w:p w14:paraId="3623765E" w14:textId="347B50D4" w:rsidR="00E57D24" w:rsidRDefault="00E57D24" w:rsidP="001B717F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 xml:space="preserve">　９</w:t>
      </w:r>
    </w:p>
    <w:p w14:paraId="6F077911" w14:textId="2D4468F5" w:rsidR="00E57D24" w:rsidRDefault="00E57D24" w:rsidP="001B717F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8"/>
        </w:rPr>
        <w:t>１０</w:t>
      </w:r>
    </w:p>
    <w:sectPr w:rsidR="00E57D24" w:rsidSect="00DD15AC">
      <w:pgSz w:w="11907" w:h="16839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9B06C7" w14:textId="77777777" w:rsidR="00D0179B" w:rsidRDefault="00D0179B" w:rsidP="00F77396">
      <w:r>
        <w:separator/>
      </w:r>
    </w:p>
  </w:endnote>
  <w:endnote w:type="continuationSeparator" w:id="0">
    <w:p w14:paraId="310FC0C1" w14:textId="77777777" w:rsidR="00D0179B" w:rsidRDefault="00D0179B" w:rsidP="00F77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0E9F8" w14:textId="77777777" w:rsidR="00D0179B" w:rsidRDefault="00D0179B" w:rsidP="00F77396">
      <w:r>
        <w:separator/>
      </w:r>
    </w:p>
  </w:footnote>
  <w:footnote w:type="continuationSeparator" w:id="0">
    <w:p w14:paraId="5E18BC24" w14:textId="77777777" w:rsidR="00D0179B" w:rsidRDefault="00D0179B" w:rsidP="00F773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B43F7E"/>
    <w:multiLevelType w:val="hybridMultilevel"/>
    <w:tmpl w:val="4CDE37B4"/>
    <w:lvl w:ilvl="0" w:tplc="D39811D4">
      <w:numFmt w:val="bullet"/>
      <w:lvlText w:val="・"/>
      <w:lvlJc w:val="left"/>
      <w:pPr>
        <w:ind w:left="1485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05" w:hanging="420"/>
      </w:pPr>
      <w:rPr>
        <w:rFonts w:ascii="Wingdings" w:hAnsi="Wingdings" w:hint="default"/>
      </w:rPr>
    </w:lvl>
  </w:abstractNum>
  <w:abstractNum w:abstractNumId="1" w15:restartNumberingAfterBreak="0">
    <w:nsid w:val="38054878"/>
    <w:multiLevelType w:val="hybridMultilevel"/>
    <w:tmpl w:val="688A0F54"/>
    <w:lvl w:ilvl="0" w:tplc="0C1AC232">
      <w:start w:val="2"/>
      <w:numFmt w:val="bullet"/>
      <w:lvlText w:val="◎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41800B91"/>
    <w:multiLevelType w:val="hybridMultilevel"/>
    <w:tmpl w:val="68028372"/>
    <w:lvl w:ilvl="0" w:tplc="2770490A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BC17874"/>
    <w:multiLevelType w:val="hybridMultilevel"/>
    <w:tmpl w:val="2ED618B0"/>
    <w:lvl w:ilvl="0" w:tplc="F3C67968">
      <w:start w:val="2"/>
      <w:numFmt w:val="bullet"/>
      <w:lvlText w:val="☆"/>
      <w:lvlJc w:val="left"/>
      <w:pPr>
        <w:ind w:left="72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6350802"/>
    <w:multiLevelType w:val="hybridMultilevel"/>
    <w:tmpl w:val="32FC7F36"/>
    <w:lvl w:ilvl="0" w:tplc="39388E8C">
      <w:start w:val="5"/>
      <w:numFmt w:val="bullet"/>
      <w:lvlText w:val="◎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2691397"/>
    <w:multiLevelType w:val="hybridMultilevel"/>
    <w:tmpl w:val="942AAF1E"/>
    <w:lvl w:ilvl="0" w:tplc="7C72AFAA">
      <w:start w:val="2"/>
      <w:numFmt w:val="bullet"/>
      <w:lvlText w:val="☆"/>
      <w:lvlJc w:val="left"/>
      <w:pPr>
        <w:ind w:left="72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510"/>
    <w:rsid w:val="0000411D"/>
    <w:rsid w:val="00037A7B"/>
    <w:rsid w:val="000603A6"/>
    <w:rsid w:val="00061CEF"/>
    <w:rsid w:val="001B5261"/>
    <w:rsid w:val="001B717F"/>
    <w:rsid w:val="001E744F"/>
    <w:rsid w:val="0021275E"/>
    <w:rsid w:val="0022113A"/>
    <w:rsid w:val="002261CB"/>
    <w:rsid w:val="002300BB"/>
    <w:rsid w:val="00253E97"/>
    <w:rsid w:val="00270A6B"/>
    <w:rsid w:val="00285902"/>
    <w:rsid w:val="002C5282"/>
    <w:rsid w:val="00304458"/>
    <w:rsid w:val="00310B35"/>
    <w:rsid w:val="003228C5"/>
    <w:rsid w:val="00375B16"/>
    <w:rsid w:val="003A06AD"/>
    <w:rsid w:val="00451811"/>
    <w:rsid w:val="00471342"/>
    <w:rsid w:val="00481A02"/>
    <w:rsid w:val="00511521"/>
    <w:rsid w:val="0057722A"/>
    <w:rsid w:val="00595019"/>
    <w:rsid w:val="005F69A5"/>
    <w:rsid w:val="00627591"/>
    <w:rsid w:val="00695510"/>
    <w:rsid w:val="006D61C2"/>
    <w:rsid w:val="00737BEE"/>
    <w:rsid w:val="007F0B4D"/>
    <w:rsid w:val="00832D57"/>
    <w:rsid w:val="008453EB"/>
    <w:rsid w:val="008618DB"/>
    <w:rsid w:val="00893AD4"/>
    <w:rsid w:val="008C2E05"/>
    <w:rsid w:val="008F2D23"/>
    <w:rsid w:val="00A45F49"/>
    <w:rsid w:val="00A94A20"/>
    <w:rsid w:val="00B337F1"/>
    <w:rsid w:val="00B756C5"/>
    <w:rsid w:val="00BB26ED"/>
    <w:rsid w:val="00BC459C"/>
    <w:rsid w:val="00C3531A"/>
    <w:rsid w:val="00C62AF2"/>
    <w:rsid w:val="00C62B52"/>
    <w:rsid w:val="00C70AED"/>
    <w:rsid w:val="00CD7B43"/>
    <w:rsid w:val="00D0179B"/>
    <w:rsid w:val="00D04510"/>
    <w:rsid w:val="00D24595"/>
    <w:rsid w:val="00D862EA"/>
    <w:rsid w:val="00DA3ED6"/>
    <w:rsid w:val="00DD15AC"/>
    <w:rsid w:val="00DD30CF"/>
    <w:rsid w:val="00E57D24"/>
    <w:rsid w:val="00EA2D6F"/>
    <w:rsid w:val="00EB271D"/>
    <w:rsid w:val="00ED7C28"/>
    <w:rsid w:val="00F27EE4"/>
    <w:rsid w:val="00F77396"/>
    <w:rsid w:val="00F82160"/>
    <w:rsid w:val="00F94B73"/>
    <w:rsid w:val="00FC030F"/>
    <w:rsid w:val="00FD7A69"/>
    <w:rsid w:val="00FF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49F7E6"/>
  <w15:docId w15:val="{0E728E6C-2377-4248-B3A0-7A4FB4151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72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2A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62AF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773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77396"/>
  </w:style>
  <w:style w:type="paragraph" w:styleId="a7">
    <w:name w:val="footer"/>
    <w:basedOn w:val="a"/>
    <w:link w:val="a8"/>
    <w:uiPriority w:val="99"/>
    <w:unhideWhenUsed/>
    <w:rsid w:val="00F773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7396"/>
  </w:style>
  <w:style w:type="table" w:styleId="a9">
    <w:name w:val="Table Grid"/>
    <w:basedOn w:val="a1"/>
    <w:uiPriority w:val="39"/>
    <w:rsid w:val="001B52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B717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6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90808E6F-A144-4AB7-8E17-8ABB97BBD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F6E28F6B</Template>
  <TotalTime>38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市川市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ichikawa2017</dc:creator>
  <cp:keywords/>
  <dc:description/>
  <cp:lastModifiedBy>19906562</cp:lastModifiedBy>
  <cp:revision>10</cp:revision>
  <cp:lastPrinted>2020-04-06T23:01:00Z</cp:lastPrinted>
  <dcterms:created xsi:type="dcterms:W3CDTF">2020-04-22T13:54:00Z</dcterms:created>
  <dcterms:modified xsi:type="dcterms:W3CDTF">2020-05-15T06:29:00Z</dcterms:modified>
</cp:coreProperties>
</file>